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C6765F" w:rsidRPr="006D5342" w14:paraId="0E33E6A3" w14:textId="77777777" w:rsidTr="006D5342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601B403E" w14:textId="237EC40E" w:rsidR="00105331" w:rsidRDefault="00E26BCE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 w:rsidR="000A5111">
              <w:rPr>
                <w:rFonts w:ascii="Century Gothic" w:eastAsiaTheme="minorEastAsia" w:hAnsi="Century Gothic" w:cs="Tahoma"/>
              </w:rPr>
              <w:t xml:space="preserve"> of </w:t>
            </w:r>
            <w:r w:rsidR="00E15F38">
              <w:rPr>
                <w:rFonts w:ascii="Century Gothic" w:eastAsiaTheme="minorEastAsia" w:hAnsi="Century Gothic" w:cs="Tahoma"/>
              </w:rPr>
              <w:t>a number</w:t>
            </w:r>
            <w:r w:rsidR="00F72A5D">
              <w:rPr>
                <w:rFonts w:ascii="Century Gothic" w:eastAsiaTheme="minorEastAsia" w:hAnsi="Century Gothic" w:cs="Tahoma"/>
              </w:rPr>
              <w:t xml:space="preserve"> is 15.</w:t>
            </w:r>
          </w:p>
          <w:p w14:paraId="543BE07C" w14:textId="24531CA6" w:rsidR="00F72A5D" w:rsidRPr="006D5342" w:rsidRDefault="00F72A5D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 xml:space="preserve">What is the </w:t>
            </w:r>
            <w:r w:rsidR="00E15F38">
              <w:rPr>
                <w:rFonts w:ascii="Century Gothic" w:eastAsiaTheme="minorEastAsia" w:hAnsi="Century Gothic" w:cs="Tahoma"/>
              </w:rPr>
              <w:t>number</w:t>
            </w:r>
            <w:r>
              <w:rPr>
                <w:rFonts w:ascii="Century Gothic" w:eastAsiaTheme="minorEastAsia" w:hAnsi="Century Gothic" w:cs="Tahoma"/>
              </w:rPr>
              <w:t>?</w:t>
            </w:r>
          </w:p>
        </w:tc>
        <w:tc>
          <w:tcPr>
            <w:tcW w:w="426" w:type="dxa"/>
            <w:tcBorders>
              <w:right w:val="nil"/>
            </w:tcBorders>
          </w:tcPr>
          <w:p w14:paraId="181FE9F0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1B5E5D74" w14:textId="2F565972" w:rsidR="00C6765F" w:rsidRPr="00762BA8" w:rsidRDefault="00762BA8" w:rsidP="006D5342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762BA8">
              <w:rPr>
                <w:rFonts w:ascii="Century Gothic" w:hAnsi="Century Gothic" w:cs="Tahoma"/>
              </w:rPr>
              <w:t>The top speed of an artic hare is 60kmh.  If it could travel at this speed constantly, how far could it travel in 2 and a half hours?</w:t>
            </w:r>
          </w:p>
        </w:tc>
      </w:tr>
      <w:tr w:rsidR="00C6765F" w:rsidRPr="006D5342" w14:paraId="02717925" w14:textId="77777777" w:rsidTr="006D5342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AFFEBD7" w14:textId="4C6B79E6" w:rsidR="00125C71" w:rsidRPr="006D5342" w:rsidRDefault="00762BA8" w:rsidP="005D37DE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01392A25">
                      <wp:simplePos x="0" y="0"/>
                      <wp:positionH relativeFrom="column">
                        <wp:posOffset>2171499</wp:posOffset>
                      </wp:positionH>
                      <wp:positionV relativeFrom="paragraph">
                        <wp:posOffset>193386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4BBC8662" w:rsidR="002C5377" w:rsidRDefault="0099709D">
                                  <w:r>
                                    <w:t>5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71pt;margin-top:15.2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" filled="f" stroked="f" strokeweight=".5pt">
                      <v:textbox>
                        <w:txbxContent>
                          <w:p w14:paraId="3B21D447" w14:textId="4BBC8662" w:rsidR="002C5377" w:rsidRDefault="0099709D">
                            <w:r>
                              <w:t>5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132F035E">
                      <wp:simplePos x="0" y="0"/>
                      <wp:positionH relativeFrom="column">
                        <wp:posOffset>2173247</wp:posOffset>
                      </wp:positionH>
                      <wp:positionV relativeFrom="paragraph">
                        <wp:posOffset>191612</wp:posOffset>
                      </wp:positionV>
                      <wp:extent cx="551620" cy="579422"/>
                      <wp:effectExtent l="0" t="0" r="20320" b="1778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1620" cy="5794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067660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pt,15.1pt" to="214.55pt,6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" strokecolor="black [3040]"/>
                  </w:pict>
                </mc:Fallback>
              </mc:AlternateContent>
            </w:r>
            <w:r w:rsidR="00DE02E1"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1C5BD8BE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15D979" id="Oval 3" o:spid="_x0000_s1026" style="position:absolute;margin-left:158.5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g/HFS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="002C5377" w:rsidRPr="006D5342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diameter</w:t>
            </w:r>
            <w:r w:rsidR="002C5377" w:rsidRPr="006D5342">
              <w:rPr>
                <w:rFonts w:ascii="Century Gothic" w:hAnsi="Century Gothic"/>
              </w:rPr>
              <w:t xml:space="preserve"> of </w:t>
            </w:r>
            <w:r>
              <w:rPr>
                <w:rFonts w:ascii="Century Gothic" w:hAnsi="Century Gothic"/>
              </w:rPr>
              <w:t>5</w:t>
            </w:r>
            <w:r w:rsidR="002C5377" w:rsidRPr="006D5342">
              <w:rPr>
                <w:rFonts w:ascii="Century Gothic" w:hAnsi="Century Gothic"/>
              </w:rPr>
              <w:t>cm.</w:t>
            </w:r>
          </w:p>
          <w:p w14:paraId="5155B1A5" w14:textId="49C7BA6C" w:rsidR="002C5377" w:rsidRPr="006D5342" w:rsidRDefault="002C5377" w:rsidP="002C537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 xml:space="preserve">Work out its </w:t>
            </w:r>
            <w:r w:rsidR="00E37898" w:rsidRPr="006D5342">
              <w:rPr>
                <w:rFonts w:ascii="Century Gothic" w:hAnsi="Century Gothic"/>
              </w:rPr>
              <w:t>area</w:t>
            </w:r>
            <w:r w:rsidRPr="006D5342">
              <w:rPr>
                <w:rFonts w:ascii="Century Gothic" w:hAnsi="Century Gothic"/>
              </w:rPr>
              <w:t>.</w:t>
            </w:r>
          </w:p>
          <w:p w14:paraId="683B8A61" w14:textId="04ECA9DF" w:rsidR="000740DB" w:rsidRPr="006D5342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6D5342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1F0897F5" w14:textId="77777777" w:rsidR="00946174" w:rsidRPr="006D5342" w:rsidRDefault="00946174" w:rsidP="006D5342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1EE6C4A6" w14:textId="670F358B" w:rsidR="006B08F5" w:rsidRDefault="006B08F5" w:rsidP="006B08F5">
            <w:pPr>
              <w:jc w:val="center"/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+3x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6B08F5" w14:paraId="323A9BDA" w14:textId="77777777" w:rsidTr="00650E57">
              <w:tc>
                <w:tcPr>
                  <w:tcW w:w="574" w:type="dxa"/>
                </w:tcPr>
                <w:p w14:paraId="1612E741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6E3E5F02" w14:textId="77777777" w:rsidR="006B08F5" w:rsidRPr="00D956E2" w:rsidRDefault="006B08F5" w:rsidP="006B08F5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69CFCAFB" w14:textId="77777777" w:rsidR="006B08F5" w:rsidRPr="00D956E2" w:rsidRDefault="006B08F5" w:rsidP="006B08F5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  <w:tc>
                <w:tcPr>
                  <w:tcW w:w="575" w:type="dxa"/>
                </w:tcPr>
                <w:p w14:paraId="63AAF7BE" w14:textId="77777777" w:rsidR="006B08F5" w:rsidRPr="00D956E2" w:rsidRDefault="006B08F5" w:rsidP="006B08F5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2</w:t>
                  </w:r>
                </w:p>
              </w:tc>
              <w:tc>
                <w:tcPr>
                  <w:tcW w:w="575" w:type="dxa"/>
                </w:tcPr>
                <w:p w14:paraId="30EF17D4" w14:textId="77777777" w:rsidR="006B08F5" w:rsidRPr="00D956E2" w:rsidRDefault="006B08F5" w:rsidP="006B08F5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3</w:t>
                  </w:r>
                </w:p>
              </w:tc>
              <w:tc>
                <w:tcPr>
                  <w:tcW w:w="575" w:type="dxa"/>
                </w:tcPr>
                <w:p w14:paraId="5F71F7C1" w14:textId="77777777" w:rsidR="006B08F5" w:rsidRPr="00D956E2" w:rsidRDefault="006B08F5" w:rsidP="006B08F5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4</w:t>
                  </w:r>
                </w:p>
              </w:tc>
            </w:tr>
            <w:tr w:rsidR="006B08F5" w14:paraId="57866CC3" w14:textId="77777777" w:rsidTr="00650E57">
              <w:tc>
                <w:tcPr>
                  <w:tcW w:w="574" w:type="dxa"/>
                </w:tcPr>
                <w:p w14:paraId="0D79D3E3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5C26F34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5F30D928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7007C75E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75785A4E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252D579A" w14:textId="77777777" w:rsidR="006B08F5" w:rsidRDefault="006B08F5" w:rsidP="006B08F5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</w:tr>
          </w:tbl>
          <w:p w14:paraId="418AA495" w14:textId="77777777" w:rsidR="006B08F5" w:rsidRPr="0076776A" w:rsidRDefault="006B08F5" w:rsidP="006B08F5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35867634" w14:textId="4EA8D4C7" w:rsidR="00C6765F" w:rsidRPr="00D956E2" w:rsidRDefault="006B08F5" w:rsidP="006B08F5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</w:rPr>
              <w:t xml:space="preserve"> </w:t>
            </w:r>
            <w:r w:rsidRPr="00D956E2">
              <w:rPr>
                <w:rFonts w:ascii="Century Gothic" w:eastAsiaTheme="minorEastAsia" w:hAnsi="Century Gothic" w:cs="Tahoma"/>
              </w:rPr>
              <w:t xml:space="preserve">+3x </w:t>
            </w:r>
          </w:p>
        </w:tc>
      </w:tr>
      <w:tr w:rsidR="00C6765F" w:rsidRPr="006D5342" w14:paraId="3A800F6F" w14:textId="77777777" w:rsidTr="00D956E2">
        <w:trPr>
          <w:trHeight w:val="1715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6D5342" w:rsidRDefault="00C6765F" w:rsidP="00C6765F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A5CF7F1" w14:textId="77777777" w:rsidR="00C6765F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E3AB4" w:rsidRPr="006D5342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6D5342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12D00C42" w:rsidR="00F51BC9" w:rsidRPr="006D5342" w:rsidRDefault="00F37070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378609B" wp14:editId="5413E71B">
                  <wp:extent cx="1239052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52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5272F88C" w:rsidR="00525119" w:rsidRPr="006D5342" w:rsidRDefault="00D956E2" w:rsidP="00FB07D0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0D81B695">
            <wp:simplePos x="0" y="0"/>
            <wp:positionH relativeFrom="column">
              <wp:posOffset>6054090</wp:posOffset>
            </wp:positionH>
            <wp:positionV relativeFrom="paragraph">
              <wp:posOffset>4028176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6D5342">
        <w:rPr>
          <w:rFonts w:ascii="Century Gothic" w:hAnsi="Century Gothic"/>
          <w:b/>
        </w:rPr>
        <w:t xml:space="preserve"> </w:t>
      </w:r>
      <w:r w:rsidR="0014486D">
        <w:rPr>
          <w:rFonts w:ascii="Century Gothic" w:hAnsi="Century Gothic"/>
          <w:b/>
        </w:rPr>
        <w:tab/>
      </w:r>
      <w:r w:rsidR="00525119" w:rsidRPr="006D5342">
        <w:rPr>
          <w:rFonts w:ascii="Century Gothic" w:hAnsi="Century Gothic"/>
          <w:b/>
          <w:sz w:val="24"/>
        </w:rPr>
        <w:t xml:space="preserve">BBQ </w:t>
      </w:r>
      <w:r w:rsidR="00C6765F" w:rsidRPr="006D5342">
        <w:rPr>
          <w:rFonts w:ascii="Century Gothic" w:hAnsi="Century Gothic"/>
          <w:b/>
          <w:sz w:val="24"/>
        </w:rPr>
        <w:t>2</w:t>
      </w:r>
      <w:r w:rsidR="00D7350F" w:rsidRPr="006D5342">
        <w:rPr>
          <w:rFonts w:ascii="Century Gothic" w:hAnsi="Century Gothic"/>
          <w:b/>
          <w:sz w:val="24"/>
        </w:rPr>
        <w:t>3</w:t>
      </w:r>
      <w:r w:rsidR="00D51195" w:rsidRPr="006D5342">
        <w:rPr>
          <w:rFonts w:ascii="Century Gothic" w:hAnsi="Century Gothic"/>
          <w:b/>
          <w:sz w:val="24"/>
        </w:rPr>
        <w:t>.</w:t>
      </w:r>
      <w:r w:rsidR="00F72A5D">
        <w:rPr>
          <w:rFonts w:ascii="Century Gothic" w:hAnsi="Century Gothic"/>
          <w:b/>
          <w:sz w:val="24"/>
        </w:rPr>
        <w:t>3</w:t>
      </w:r>
      <w:r w:rsidR="00525119" w:rsidRPr="006D5342">
        <w:rPr>
          <w:rFonts w:ascii="Century Gothic" w:hAnsi="Century Gothic"/>
          <w:b/>
          <w:sz w:val="24"/>
        </w:rPr>
        <w:t xml:space="preserve"> FOUNDATION</w:t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EC4CCA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  <w:r w:rsidR="00333535" w:rsidRPr="006D5342">
        <w:rPr>
          <w:rFonts w:ascii="Century Gothic" w:hAnsi="Century Gothic"/>
          <w:b/>
          <w:sz w:val="24"/>
        </w:rPr>
        <w:tab/>
      </w:r>
    </w:p>
    <w:p w14:paraId="10BFCF5C" w14:textId="46B3969E" w:rsidR="007E2C1A" w:rsidRDefault="007E2C1A" w:rsidP="00525119">
      <w:pPr>
        <w:spacing w:after="0"/>
        <w:rPr>
          <w:rFonts w:ascii="Century Gothic" w:hAnsi="Century Gothic"/>
          <w:b/>
          <w:sz w:val="24"/>
        </w:rPr>
      </w:pPr>
    </w:p>
    <w:p w14:paraId="7C5C1ECB" w14:textId="0614CCF3" w:rsidR="00D956E2" w:rsidRDefault="00D956E2" w:rsidP="00525119">
      <w:pPr>
        <w:spacing w:after="0"/>
        <w:rPr>
          <w:rFonts w:ascii="Century Gothic" w:hAnsi="Century Gothic"/>
          <w:b/>
          <w:sz w:val="24"/>
        </w:rPr>
      </w:pPr>
    </w:p>
    <w:p w14:paraId="75A2F9D1" w14:textId="77777777" w:rsidR="00D956E2" w:rsidRDefault="00D956E2" w:rsidP="00525119">
      <w:pPr>
        <w:spacing w:after="0"/>
        <w:rPr>
          <w:rFonts w:ascii="Century Gothic" w:hAnsi="Century Gothic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426"/>
        <w:gridCol w:w="4677"/>
      </w:tblGrid>
      <w:tr w:rsidR="00D956E2" w:rsidRPr="006D5342" w14:paraId="0A56CABD" w14:textId="77777777" w:rsidTr="00650E57">
        <w:trPr>
          <w:trHeight w:val="1837"/>
        </w:trPr>
        <w:tc>
          <w:tcPr>
            <w:tcW w:w="421" w:type="dxa"/>
            <w:tcBorders>
              <w:right w:val="nil"/>
            </w:tcBorders>
          </w:tcPr>
          <w:p w14:paraId="79769BB4" w14:textId="77777777" w:rsidR="00D956E2" w:rsidRPr="006D5342" w:rsidRDefault="00D956E2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1)</w:t>
            </w:r>
          </w:p>
        </w:tc>
        <w:tc>
          <w:tcPr>
            <w:tcW w:w="4677" w:type="dxa"/>
            <w:tcBorders>
              <w:left w:val="nil"/>
            </w:tcBorders>
          </w:tcPr>
          <w:p w14:paraId="56404898" w14:textId="77777777" w:rsidR="00D956E2" w:rsidRDefault="00D956E2" w:rsidP="00650E57">
            <w:pPr>
              <w:spacing w:before="120"/>
              <w:rPr>
                <w:rFonts w:ascii="Century Gothic" w:eastAsiaTheme="minorEastAsia" w:hAnsi="Century Gothic" w:cs="Tahoma"/>
              </w:rPr>
            </w:pP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a number is 15.</w:t>
            </w:r>
          </w:p>
          <w:p w14:paraId="7B2DC0F6" w14:textId="77777777" w:rsidR="00D956E2" w:rsidRPr="006D5342" w:rsidRDefault="00D956E2" w:rsidP="00650E57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What is the number?</w:t>
            </w:r>
          </w:p>
        </w:tc>
        <w:tc>
          <w:tcPr>
            <w:tcW w:w="426" w:type="dxa"/>
            <w:tcBorders>
              <w:right w:val="nil"/>
            </w:tcBorders>
          </w:tcPr>
          <w:p w14:paraId="2550A417" w14:textId="77777777" w:rsidR="00D956E2" w:rsidRPr="006D5342" w:rsidRDefault="00D956E2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2)</w:t>
            </w:r>
          </w:p>
        </w:tc>
        <w:tc>
          <w:tcPr>
            <w:tcW w:w="4677" w:type="dxa"/>
            <w:tcBorders>
              <w:left w:val="nil"/>
            </w:tcBorders>
          </w:tcPr>
          <w:p w14:paraId="21B3D09D" w14:textId="77777777" w:rsidR="00D956E2" w:rsidRPr="00762BA8" w:rsidRDefault="00D956E2" w:rsidP="00650E57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762BA8">
              <w:rPr>
                <w:rFonts w:ascii="Century Gothic" w:hAnsi="Century Gothic" w:cs="Tahoma"/>
              </w:rPr>
              <w:t>The top speed of an artic hare is 60kmh.  If it could travel at this speed constantly, how far could it travel in 2 and a half hours?</w:t>
            </w:r>
          </w:p>
        </w:tc>
      </w:tr>
      <w:tr w:rsidR="00D956E2" w:rsidRPr="006D5342" w14:paraId="42125B7C" w14:textId="77777777" w:rsidTr="00650E57">
        <w:trPr>
          <w:trHeight w:val="210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EAC74E0" w14:textId="77777777" w:rsidR="00D956E2" w:rsidRPr="006D5342" w:rsidRDefault="00D956E2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3)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790C8266" w14:textId="77777777" w:rsidR="00D956E2" w:rsidRPr="006D5342" w:rsidRDefault="00D956E2" w:rsidP="00650E57">
            <w:pPr>
              <w:spacing w:before="120"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01AF9A" wp14:editId="2FBA8DC0">
                      <wp:simplePos x="0" y="0"/>
                      <wp:positionH relativeFrom="column">
                        <wp:posOffset>2171499</wp:posOffset>
                      </wp:positionH>
                      <wp:positionV relativeFrom="paragraph">
                        <wp:posOffset>193386</wp:posOffset>
                      </wp:positionV>
                      <wp:extent cx="471170" cy="27559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8CC536" w14:textId="77777777" w:rsidR="00D956E2" w:rsidRDefault="00D956E2" w:rsidP="00D956E2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01AF9A" id="Text Box 29" o:spid="_x0000_s1027" type="#_x0000_t202" style="position:absolute;margin-left:171pt;margin-top:15.2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" filled="f" stroked="f" strokeweight=".5pt">
                      <v:textbox>
                        <w:txbxContent>
                          <w:p w14:paraId="7E8CC536" w14:textId="77777777" w:rsidR="00D956E2" w:rsidRDefault="00D956E2" w:rsidP="00D956E2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2DCBA52" wp14:editId="08E49EC7">
                      <wp:simplePos x="0" y="0"/>
                      <wp:positionH relativeFrom="column">
                        <wp:posOffset>2173247</wp:posOffset>
                      </wp:positionH>
                      <wp:positionV relativeFrom="paragraph">
                        <wp:posOffset>191612</wp:posOffset>
                      </wp:positionV>
                      <wp:extent cx="551620" cy="579422"/>
                      <wp:effectExtent l="0" t="0" r="20320" b="1778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1620" cy="57942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D240AC" id="Straight Connector 30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1pt,15.1pt" to="214.55pt,6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" strokecolor="black [3040]"/>
                  </w:pict>
                </mc:Fallback>
              </mc:AlternateContent>
            </w:r>
            <w:r w:rsidRPr="006D5342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ABFA9B" wp14:editId="71B9DCA1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55F09F" id="Oval 31" o:spid="_x0000_s1026" style="position:absolute;margin-left:158.5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Pr="006D5342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diameter</w:t>
            </w:r>
            <w:r w:rsidRPr="006D5342">
              <w:rPr>
                <w:rFonts w:ascii="Century Gothic" w:hAnsi="Century Gothic"/>
              </w:rPr>
              <w:t xml:space="preserve"> of </w:t>
            </w:r>
            <w:r>
              <w:rPr>
                <w:rFonts w:ascii="Century Gothic" w:hAnsi="Century Gothic"/>
              </w:rPr>
              <w:t>5</w:t>
            </w:r>
            <w:r w:rsidRPr="006D5342">
              <w:rPr>
                <w:rFonts w:ascii="Century Gothic" w:hAnsi="Century Gothic"/>
              </w:rPr>
              <w:t>cm.</w:t>
            </w:r>
          </w:p>
          <w:p w14:paraId="6FF378C4" w14:textId="77777777" w:rsidR="00D956E2" w:rsidRPr="006D5342" w:rsidRDefault="00D956E2" w:rsidP="00650E57">
            <w:pPr>
              <w:spacing w:after="0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Work out its area.</w:t>
            </w:r>
          </w:p>
          <w:p w14:paraId="6A6CDED4" w14:textId="77777777" w:rsidR="00D956E2" w:rsidRPr="006D5342" w:rsidRDefault="00D956E2" w:rsidP="00650E57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</w:tcPr>
          <w:p w14:paraId="6DAD4CF2" w14:textId="77777777" w:rsidR="00D956E2" w:rsidRPr="006D5342" w:rsidRDefault="00D956E2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4)</w:t>
            </w:r>
          </w:p>
        </w:tc>
        <w:tc>
          <w:tcPr>
            <w:tcW w:w="4677" w:type="dxa"/>
            <w:tcBorders>
              <w:left w:val="nil"/>
              <w:bottom w:val="single" w:sz="4" w:space="0" w:color="auto"/>
            </w:tcBorders>
          </w:tcPr>
          <w:p w14:paraId="2C6DC944" w14:textId="77777777" w:rsidR="00D956E2" w:rsidRPr="006D5342" w:rsidRDefault="00D956E2" w:rsidP="00650E57">
            <w:pPr>
              <w:spacing w:before="120" w:after="0"/>
              <w:rPr>
                <w:rFonts w:ascii="Century Gothic" w:hAnsi="Century Gothic" w:cs="Tahoma"/>
              </w:rPr>
            </w:pPr>
            <w:r w:rsidRPr="006D5342">
              <w:rPr>
                <w:rFonts w:ascii="Century Gothic" w:hAnsi="Century Gothic" w:cs="Tahoma"/>
              </w:rPr>
              <w:t>Complete the table for:</w:t>
            </w:r>
          </w:p>
          <w:p w14:paraId="0ACEF82B" w14:textId="77777777" w:rsidR="00D956E2" w:rsidRDefault="00D956E2" w:rsidP="00650E57">
            <w:pPr>
              <w:jc w:val="center"/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+3x</m:t>
                </m:r>
              </m:oMath>
            </m:oMathPara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75"/>
              <w:gridCol w:w="575"/>
              <w:gridCol w:w="575"/>
              <w:gridCol w:w="575"/>
              <w:gridCol w:w="575"/>
            </w:tblGrid>
            <w:tr w:rsidR="00D956E2" w14:paraId="3023588B" w14:textId="77777777" w:rsidTr="00650E57">
              <w:tc>
                <w:tcPr>
                  <w:tcW w:w="574" w:type="dxa"/>
                </w:tcPr>
                <w:p w14:paraId="41134185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1AC55220" w14:textId="77777777" w:rsidR="00D956E2" w:rsidRPr="00D956E2" w:rsidRDefault="00D956E2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0</w:t>
                  </w:r>
                </w:p>
              </w:tc>
              <w:tc>
                <w:tcPr>
                  <w:tcW w:w="575" w:type="dxa"/>
                </w:tcPr>
                <w:p w14:paraId="1EEC620E" w14:textId="77777777" w:rsidR="00D956E2" w:rsidRPr="00D956E2" w:rsidRDefault="00D956E2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1</w:t>
                  </w:r>
                </w:p>
              </w:tc>
              <w:tc>
                <w:tcPr>
                  <w:tcW w:w="575" w:type="dxa"/>
                </w:tcPr>
                <w:p w14:paraId="6D7A710D" w14:textId="77777777" w:rsidR="00D956E2" w:rsidRPr="00D956E2" w:rsidRDefault="00D956E2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2</w:t>
                  </w:r>
                </w:p>
              </w:tc>
              <w:tc>
                <w:tcPr>
                  <w:tcW w:w="575" w:type="dxa"/>
                </w:tcPr>
                <w:p w14:paraId="0D4FE1E2" w14:textId="77777777" w:rsidR="00D956E2" w:rsidRPr="00D956E2" w:rsidRDefault="00D956E2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3</w:t>
                  </w:r>
                </w:p>
              </w:tc>
              <w:tc>
                <w:tcPr>
                  <w:tcW w:w="575" w:type="dxa"/>
                </w:tcPr>
                <w:p w14:paraId="4C994CC7" w14:textId="77777777" w:rsidR="00D956E2" w:rsidRPr="00D956E2" w:rsidRDefault="00D956E2" w:rsidP="00650E57">
                  <w:pPr>
                    <w:framePr w:hSpace="180" w:wrap="around" w:vAnchor="text" w:hAnchor="margin" w:y="486"/>
                    <w:suppressOverlap/>
                    <w:jc w:val="center"/>
                    <w:rPr>
                      <w:rFonts w:ascii="Century Gothic" w:eastAsiaTheme="minorEastAsia" w:hAnsi="Century Gothic" w:cs="Tahoma"/>
                    </w:rPr>
                  </w:pPr>
                  <w:r w:rsidRPr="00D956E2">
                    <w:rPr>
                      <w:rFonts w:ascii="Century Gothic" w:eastAsiaTheme="minorEastAsia" w:hAnsi="Century Gothic" w:cs="Tahoma"/>
                    </w:rPr>
                    <w:t>4</w:t>
                  </w:r>
                </w:p>
              </w:tc>
            </w:tr>
            <w:tr w:rsidR="00D956E2" w14:paraId="6CCCD4A1" w14:textId="77777777" w:rsidTr="00650E57">
              <w:tc>
                <w:tcPr>
                  <w:tcW w:w="574" w:type="dxa"/>
                </w:tcPr>
                <w:p w14:paraId="570895B3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Tahoma"/>
                        </w:rPr>
                        <m:t>y</m:t>
                      </m:r>
                    </m:oMath>
                  </m:oMathPara>
                </w:p>
              </w:tc>
              <w:tc>
                <w:tcPr>
                  <w:tcW w:w="575" w:type="dxa"/>
                </w:tcPr>
                <w:p w14:paraId="7F63DF9F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3586D0AC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10001E58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6F98D0DC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  <w:tc>
                <w:tcPr>
                  <w:tcW w:w="575" w:type="dxa"/>
                </w:tcPr>
                <w:p w14:paraId="54917F48" w14:textId="77777777" w:rsidR="00D956E2" w:rsidRDefault="00D956E2" w:rsidP="00650E57">
                  <w:pPr>
                    <w:framePr w:hSpace="180" w:wrap="around" w:vAnchor="text" w:hAnchor="margin" w:y="486"/>
                    <w:suppressOverlap/>
                    <w:rPr>
                      <w:rFonts w:ascii="Tahoma" w:eastAsiaTheme="minorEastAsia" w:hAnsi="Tahoma" w:cs="Tahoma"/>
                    </w:rPr>
                  </w:pPr>
                </w:p>
              </w:tc>
            </w:tr>
          </w:tbl>
          <w:p w14:paraId="09061EC6" w14:textId="77777777" w:rsidR="00D956E2" w:rsidRPr="0076776A" w:rsidRDefault="00D956E2" w:rsidP="00650E57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 xml:space="preserve">     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</m:oMath>
            </m:oMathPara>
          </w:p>
          <w:p w14:paraId="4AD75630" w14:textId="77777777" w:rsidR="00D956E2" w:rsidRPr="00D956E2" w:rsidRDefault="00D956E2" w:rsidP="00650E57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</w:rPr>
              <w:t xml:space="preserve"> </w:t>
            </w:r>
            <w:r w:rsidRPr="00D956E2">
              <w:rPr>
                <w:rFonts w:ascii="Century Gothic" w:eastAsiaTheme="minorEastAsia" w:hAnsi="Century Gothic" w:cs="Tahoma"/>
              </w:rPr>
              <w:t xml:space="preserve">+3x </w:t>
            </w:r>
          </w:p>
        </w:tc>
      </w:tr>
      <w:tr w:rsidR="00D956E2" w:rsidRPr="006D5342" w14:paraId="2BCA2168" w14:textId="77777777" w:rsidTr="00650E57">
        <w:trPr>
          <w:trHeight w:val="2403"/>
        </w:trPr>
        <w:tc>
          <w:tcPr>
            <w:tcW w:w="421" w:type="dxa"/>
            <w:tcBorders>
              <w:right w:val="nil"/>
            </w:tcBorders>
          </w:tcPr>
          <w:p w14:paraId="554C7B0A" w14:textId="77777777" w:rsidR="00D956E2" w:rsidRPr="006D5342" w:rsidRDefault="00D956E2" w:rsidP="00650E57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6D534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219040C" w14:textId="77777777" w:rsidR="00D956E2" w:rsidRDefault="00D956E2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6D5342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4BD4342" w14:textId="7A2F701B" w:rsidR="00D956E2" w:rsidRPr="006D5342" w:rsidRDefault="00D956E2" w:rsidP="00650E57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1158077" wp14:editId="7D417E80">
                  <wp:extent cx="1239052" cy="7048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052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7051E0" w14:textId="08ECC84E" w:rsidR="00D956E2" w:rsidRPr="006D5342" w:rsidRDefault="00D956E2" w:rsidP="00D956E2">
      <w:pPr>
        <w:spacing w:after="120"/>
        <w:rPr>
          <w:rFonts w:ascii="Century Gothic" w:hAnsi="Century Gothic"/>
          <w:b/>
          <w:sz w:val="24"/>
        </w:rPr>
      </w:pPr>
      <w:r w:rsidRPr="006D5342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025201E8" wp14:editId="0B7585B1">
            <wp:simplePos x="0" y="0"/>
            <wp:positionH relativeFrom="column">
              <wp:posOffset>6054090</wp:posOffset>
            </wp:positionH>
            <wp:positionV relativeFrom="paragraph">
              <wp:posOffset>4436217</wp:posOffset>
            </wp:positionV>
            <wp:extent cx="572135" cy="401320"/>
            <wp:effectExtent l="0" t="0" r="0" b="508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5B518591" wp14:editId="617DE22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35597072" wp14:editId="433B986F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5" name="Picture 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342"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ab/>
      </w:r>
      <w:r w:rsidRPr="006D5342">
        <w:rPr>
          <w:rFonts w:ascii="Century Gothic" w:hAnsi="Century Gothic"/>
          <w:b/>
          <w:sz w:val="24"/>
        </w:rPr>
        <w:t>BBQ 23.</w:t>
      </w:r>
      <w:r>
        <w:rPr>
          <w:rFonts w:ascii="Century Gothic" w:hAnsi="Century Gothic"/>
          <w:b/>
          <w:sz w:val="24"/>
        </w:rPr>
        <w:t>3</w:t>
      </w:r>
      <w:r w:rsidRPr="006D5342">
        <w:rPr>
          <w:rFonts w:ascii="Century Gothic" w:hAnsi="Century Gothic"/>
          <w:b/>
          <w:sz w:val="24"/>
        </w:rPr>
        <w:t xml:space="preserve"> FOUNDATION</w:t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  <w:r w:rsidRPr="006D5342">
        <w:rPr>
          <w:rFonts w:ascii="Century Gothic" w:hAnsi="Century Gothic"/>
          <w:b/>
          <w:sz w:val="24"/>
        </w:rPr>
        <w:tab/>
      </w:r>
    </w:p>
    <w:p w14:paraId="162E0544" w14:textId="77777777" w:rsidR="00D956E2" w:rsidRDefault="00D956E2" w:rsidP="00525119">
      <w:pPr>
        <w:spacing w:after="0"/>
        <w:rPr>
          <w:rFonts w:ascii="Avenir Book" w:hAnsi="Avenir Book"/>
          <w:sz w:val="24"/>
          <w:szCs w:val="24"/>
        </w:rPr>
      </w:pPr>
    </w:p>
    <w:sectPr w:rsidR="00D956E2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5111"/>
    <w:rsid w:val="000A63AF"/>
    <w:rsid w:val="000E3AB4"/>
    <w:rsid w:val="00105331"/>
    <w:rsid w:val="00125C71"/>
    <w:rsid w:val="0014486D"/>
    <w:rsid w:val="001826A9"/>
    <w:rsid w:val="001A2B81"/>
    <w:rsid w:val="0020147F"/>
    <w:rsid w:val="00213C21"/>
    <w:rsid w:val="0022414D"/>
    <w:rsid w:val="002A3B06"/>
    <w:rsid w:val="002C5377"/>
    <w:rsid w:val="002D5D86"/>
    <w:rsid w:val="00333535"/>
    <w:rsid w:val="003F51D8"/>
    <w:rsid w:val="004008D8"/>
    <w:rsid w:val="004802D4"/>
    <w:rsid w:val="00493EE3"/>
    <w:rsid w:val="0050136B"/>
    <w:rsid w:val="00505FC9"/>
    <w:rsid w:val="00525119"/>
    <w:rsid w:val="00574000"/>
    <w:rsid w:val="005D37DE"/>
    <w:rsid w:val="0064471D"/>
    <w:rsid w:val="00666CDC"/>
    <w:rsid w:val="006B08F5"/>
    <w:rsid w:val="006D5342"/>
    <w:rsid w:val="00705472"/>
    <w:rsid w:val="00762BA8"/>
    <w:rsid w:val="007B4226"/>
    <w:rsid w:val="007E2C1A"/>
    <w:rsid w:val="008E65F8"/>
    <w:rsid w:val="0090117B"/>
    <w:rsid w:val="0090585D"/>
    <w:rsid w:val="00946174"/>
    <w:rsid w:val="0099142F"/>
    <w:rsid w:val="0099709D"/>
    <w:rsid w:val="009A72D8"/>
    <w:rsid w:val="009C20E4"/>
    <w:rsid w:val="009F6C6A"/>
    <w:rsid w:val="00AD3C1A"/>
    <w:rsid w:val="00B40DC9"/>
    <w:rsid w:val="00B6291F"/>
    <w:rsid w:val="00BE7AC9"/>
    <w:rsid w:val="00C240D5"/>
    <w:rsid w:val="00C41860"/>
    <w:rsid w:val="00C6765F"/>
    <w:rsid w:val="00D51195"/>
    <w:rsid w:val="00D723BE"/>
    <w:rsid w:val="00D7350F"/>
    <w:rsid w:val="00D956E2"/>
    <w:rsid w:val="00DB511B"/>
    <w:rsid w:val="00DE02E1"/>
    <w:rsid w:val="00E15F38"/>
    <w:rsid w:val="00E20822"/>
    <w:rsid w:val="00E26BCE"/>
    <w:rsid w:val="00E37898"/>
    <w:rsid w:val="00E54E19"/>
    <w:rsid w:val="00E7749A"/>
    <w:rsid w:val="00EA0CA1"/>
    <w:rsid w:val="00EC4CCA"/>
    <w:rsid w:val="00EC65FE"/>
    <w:rsid w:val="00F04FE3"/>
    <w:rsid w:val="00F37070"/>
    <w:rsid w:val="00F51BC9"/>
    <w:rsid w:val="00F72A5D"/>
    <w:rsid w:val="00FB07D0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1</Pages>
  <Words>159</Words>
  <Characters>625</Characters>
  <Application>Microsoft Office Word</Application>
  <DocSecurity>0</DocSecurity>
  <Lines>312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2019-03-18T18:20:00Z</cp:lastPrinted>
  <dcterms:created xsi:type="dcterms:W3CDTF">2019-03-18T18:15:00Z</dcterms:created>
  <dcterms:modified xsi:type="dcterms:W3CDTF">2019-03-18T18:20:00Z</dcterms:modified>
</cp:coreProperties>
</file>